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00D30" w14:textId="77777777" w:rsidR="007E5819" w:rsidRPr="005321A5" w:rsidRDefault="007E5819" w:rsidP="00EE2457">
      <w:r w:rsidRPr="005321A5">
        <w:t xml:space="preserve">RMK külastuskorraldusosakond </w:t>
      </w:r>
    </w:p>
    <w:p w14:paraId="3706D1D7" w14:textId="77777777" w:rsidR="007E5819" w:rsidRPr="005321A5" w:rsidRDefault="007E5819" w:rsidP="00EE2457"/>
    <w:p w14:paraId="1BACF20F" w14:textId="0E51B31B" w:rsidR="004B327F" w:rsidRPr="005321A5" w:rsidRDefault="00A84549" w:rsidP="00EE2457">
      <w:pPr>
        <w:pStyle w:val="NormalWeb"/>
        <w:jc w:val="right"/>
        <w:rPr>
          <w:rFonts w:eastAsia="Calibri"/>
        </w:rPr>
      </w:pP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  <w:t xml:space="preserve">   </w:t>
      </w:r>
      <w:sdt>
        <w:sdtPr>
          <w:rPr>
            <w:rFonts w:eastAsia="Calibri"/>
          </w:rPr>
          <w:id w:val="96985205"/>
          <w:placeholder>
            <w:docPart w:val="89E57350331F470995659A04DF1B1557"/>
          </w:placeholder>
          <w:date w:fullDate="2024-09-03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  <w:lang w:val="et-EE"/>
            </w:rPr>
            <w:t>3</w:t>
          </w:r>
          <w:r w:rsidR="00A90C51" w:rsidRPr="00A90C51">
            <w:rPr>
              <w:rFonts w:eastAsia="Calibri"/>
              <w:lang w:val="et-EE"/>
            </w:rPr>
            <w:t>.0</w:t>
          </w:r>
          <w:r w:rsidR="002B592A">
            <w:rPr>
              <w:rFonts w:eastAsia="Calibri"/>
              <w:lang w:val="et-EE"/>
            </w:rPr>
            <w:t>9</w:t>
          </w:r>
          <w:r w:rsidR="00A90C51" w:rsidRPr="00A90C51">
            <w:rPr>
              <w:rFonts w:eastAsia="Calibri"/>
              <w:lang w:val="et-EE"/>
            </w:rPr>
            <w:t>.202</w:t>
          </w:r>
          <w:r w:rsidR="002B592A">
            <w:rPr>
              <w:rFonts w:eastAsia="Calibri"/>
              <w:lang w:val="et-EE"/>
            </w:rPr>
            <w:t>4</w:t>
          </w:r>
        </w:sdtContent>
      </w:sdt>
    </w:p>
    <w:p w14:paraId="54CEF1D4" w14:textId="77777777" w:rsidR="004B327F" w:rsidRPr="005321A5" w:rsidRDefault="004B327F" w:rsidP="00EE2457">
      <w:pPr>
        <w:pStyle w:val="NormalWeb"/>
        <w:jc w:val="right"/>
        <w:rPr>
          <w:lang w:val="et-EE"/>
        </w:rPr>
      </w:pPr>
      <w:r w:rsidRPr="005321A5">
        <w:rPr>
          <w:rFonts w:eastAsia="Calibri"/>
        </w:rPr>
        <w:t>(hiliseima digitaalallkirja kuupäev)</w:t>
      </w:r>
    </w:p>
    <w:p w14:paraId="22203DB1" w14:textId="77777777" w:rsidR="00683B16" w:rsidRPr="005321A5" w:rsidRDefault="00683B16" w:rsidP="00EE2457"/>
    <w:p w14:paraId="49EB6373" w14:textId="77777777" w:rsidR="00A84549" w:rsidRPr="005321A5" w:rsidRDefault="00A84549" w:rsidP="00EE2457"/>
    <w:p w14:paraId="66531CCD" w14:textId="77777777" w:rsidR="00B73D95" w:rsidRPr="005321A5" w:rsidRDefault="00123645" w:rsidP="00EE2457">
      <w:pPr>
        <w:jc w:val="both"/>
        <w:rPr>
          <w:b/>
        </w:rPr>
      </w:pPr>
      <w:r w:rsidRPr="005321A5">
        <w:rPr>
          <w:b/>
        </w:rPr>
        <w:t xml:space="preserve">Taotlus </w:t>
      </w:r>
      <w:r w:rsidR="00B73D95" w:rsidRPr="005321A5">
        <w:rPr>
          <w:b/>
        </w:rPr>
        <w:t xml:space="preserve">ürituse korraldamiseks </w:t>
      </w:r>
      <w:r w:rsidRPr="005321A5">
        <w:rPr>
          <w:b/>
        </w:rPr>
        <w:t xml:space="preserve">RMK külastuskorralduslikul </w:t>
      </w:r>
    </w:p>
    <w:p w14:paraId="1D84BF23" w14:textId="77777777" w:rsidR="007E5819" w:rsidRPr="005321A5" w:rsidRDefault="00123645" w:rsidP="00EE2457">
      <w:pPr>
        <w:jc w:val="both"/>
        <w:rPr>
          <w:b/>
        </w:rPr>
      </w:pPr>
      <w:r w:rsidRPr="005321A5">
        <w:rPr>
          <w:b/>
        </w:rPr>
        <w:t>objektil RMK puhke- või kaitsealadel</w:t>
      </w:r>
    </w:p>
    <w:p w14:paraId="08A57351" w14:textId="77777777" w:rsidR="007E5819" w:rsidRPr="005321A5" w:rsidRDefault="007E5819" w:rsidP="00EE2457">
      <w:pPr>
        <w:jc w:val="both"/>
      </w:pPr>
    </w:p>
    <w:p w14:paraId="4E45967C" w14:textId="77777777" w:rsidR="007E5819" w:rsidRPr="005321A5" w:rsidRDefault="007E5819" w:rsidP="00EE2457">
      <w:pPr>
        <w:jc w:val="both"/>
      </w:pPr>
    </w:p>
    <w:p w14:paraId="54A84350" w14:textId="77777777" w:rsidR="002B592A" w:rsidRDefault="00963C84" w:rsidP="00EE2457">
      <w:pPr>
        <w:jc w:val="both"/>
        <w:rPr>
          <w:rFonts w:eastAsia="Calibri"/>
          <w:lang w:val="en-US"/>
        </w:rPr>
      </w:pPr>
      <w:r w:rsidRPr="005321A5">
        <w:rPr>
          <w:rFonts w:eastAsia="Calibri"/>
        </w:rPr>
        <w:t xml:space="preserve">MTÜ Elamusmaratonid </w:t>
      </w:r>
      <w:r w:rsidR="004B327F" w:rsidRPr="005321A5">
        <w:t>palub luba</w:t>
      </w:r>
      <w:r w:rsidR="007E5819" w:rsidRPr="005321A5">
        <w:t xml:space="preserve"> </w:t>
      </w:r>
      <w:r w:rsidR="002B592A">
        <w:t>5</w:t>
      </w:r>
      <w:r w:rsidR="00E37644">
        <w:t>.</w:t>
      </w:r>
      <w:r w:rsidRPr="005321A5">
        <w:rPr>
          <w:rFonts w:eastAsia="Calibri"/>
        </w:rPr>
        <w:t xml:space="preserve"> </w:t>
      </w:r>
      <w:r w:rsidR="00E37644">
        <w:rPr>
          <w:rFonts w:eastAsia="Calibri"/>
        </w:rPr>
        <w:t>Alutaguse</w:t>
      </w:r>
      <w:r w:rsidRPr="005321A5">
        <w:rPr>
          <w:rFonts w:eastAsia="Calibri"/>
        </w:rPr>
        <w:t xml:space="preserve"> Elamusmaratoni</w:t>
      </w:r>
      <w:r w:rsidR="00A90C51">
        <w:rPr>
          <w:rFonts w:eastAsia="Calibri"/>
        </w:rPr>
        <w:t xml:space="preserve"> </w:t>
      </w:r>
      <w:r w:rsidR="00E37644">
        <w:rPr>
          <w:rFonts w:eastAsia="Calibri"/>
        </w:rPr>
        <w:t>Alutaguse</w:t>
      </w:r>
      <w:r w:rsidR="00A90C51">
        <w:rPr>
          <w:rFonts w:eastAsia="Calibri"/>
        </w:rPr>
        <w:t xml:space="preserve"> vallas</w:t>
      </w:r>
      <w:r w:rsidR="007E5819" w:rsidRPr="005321A5">
        <w:t xml:space="preserve"> </w:t>
      </w:r>
      <w:r w:rsidR="00E37644">
        <w:rPr>
          <w:rFonts w:eastAsia="Calibri"/>
        </w:rPr>
        <w:t xml:space="preserve">Alutaguse spordikeskuses </w:t>
      </w:r>
      <w:r w:rsidR="005321A5">
        <w:t xml:space="preserve">ja </w:t>
      </w:r>
      <w:r w:rsidR="004702A6" w:rsidRPr="005321A5">
        <w:t xml:space="preserve">ümberkaudsetel </w:t>
      </w:r>
      <w:r w:rsidR="004702A6" w:rsidRPr="005321A5">
        <w:rPr>
          <w:rFonts w:eastAsia="Calibri"/>
        </w:rPr>
        <w:t>radadel</w:t>
      </w:r>
      <w:r w:rsidR="005321A5">
        <w:rPr>
          <w:rFonts w:eastAsia="Calibri"/>
        </w:rPr>
        <w:t>,</w:t>
      </w:r>
      <w:r w:rsidR="004702A6" w:rsidRPr="005321A5">
        <w:rPr>
          <w:rFonts w:eastAsia="Calibri"/>
        </w:rPr>
        <w:t xml:space="preserve"> teedel a</w:t>
      </w:r>
      <w:r w:rsidR="007E5819" w:rsidRPr="005321A5">
        <w:t xml:space="preserve">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4-09-20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</w:t>
          </w:r>
          <w:r w:rsidR="00A90C51">
            <w:rPr>
              <w:rFonts w:eastAsia="Calibri"/>
            </w:rPr>
            <w:t>0</w:t>
          </w:r>
          <w:r w:rsidR="005321A5">
            <w:rPr>
              <w:rFonts w:eastAsia="Calibri"/>
            </w:rPr>
            <w:t>.0</w:t>
          </w:r>
          <w:r w:rsidR="00E37644">
            <w:rPr>
              <w:rFonts w:eastAsia="Calibri"/>
            </w:rPr>
            <w:t>9</w:t>
          </w:r>
          <w:r w:rsidR="005321A5">
            <w:rPr>
              <w:rFonts w:eastAsia="Calibri"/>
            </w:rPr>
            <w:t>.202</w:t>
          </w:r>
          <w:r w:rsidR="002B592A">
            <w:rPr>
              <w:rFonts w:eastAsia="Calibri"/>
            </w:rPr>
            <w:t>4</w:t>
          </w:r>
        </w:sdtContent>
      </w:sdt>
      <w:r w:rsidR="000C4AD6" w:rsidRPr="005321A5">
        <w:rPr>
          <w:rFonts w:eastAsia="Calibri"/>
        </w:rPr>
        <w:t xml:space="preserve"> </w:t>
      </w:r>
      <w:r w:rsidR="00A90C51">
        <w:rPr>
          <w:rFonts w:eastAsia="Calibri"/>
        </w:rPr>
        <w:t>–</w:t>
      </w:r>
      <w:r w:rsidR="000C4AD6" w:rsidRPr="005321A5">
        <w:rPr>
          <w:rFonts w:eastAsia="Calibri"/>
        </w:rPr>
        <w:t xml:space="preserve">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4-09-22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</w:t>
          </w:r>
          <w:r w:rsidR="002B592A">
            <w:rPr>
              <w:rFonts w:eastAsia="Calibri"/>
            </w:rPr>
            <w:t>2</w:t>
          </w:r>
          <w:r w:rsidR="00A90C51">
            <w:rPr>
              <w:rFonts w:eastAsia="Calibri"/>
            </w:rPr>
            <w:t>.09</w:t>
          </w:r>
          <w:r w:rsidR="005321A5">
            <w:rPr>
              <w:rFonts w:eastAsia="Calibri"/>
            </w:rPr>
            <w:t>.202</w:t>
          </w:r>
          <w:r w:rsidR="002B592A">
            <w:rPr>
              <w:rFonts w:eastAsia="Calibri"/>
            </w:rPr>
            <w:t>4</w:t>
          </w:r>
        </w:sdtContent>
      </w:sdt>
      <w:r w:rsidR="002B592A">
        <w:rPr>
          <w:rFonts w:eastAsia="Calibri"/>
        </w:rPr>
        <w:t>. T</w:t>
      </w:r>
      <w:r w:rsidR="002B592A">
        <w:rPr>
          <w:rFonts w:eastAsia="Calibri"/>
          <w:lang w:val="en-US"/>
        </w:rPr>
        <w:t xml:space="preserve">äpsem ürituse juhend on leitav: </w:t>
      </w:r>
    </w:p>
    <w:p w14:paraId="6E3AE81F" w14:textId="127144A0" w:rsidR="007E5819" w:rsidRDefault="002B592A" w:rsidP="00EE2457">
      <w:pPr>
        <w:jc w:val="both"/>
        <w:rPr>
          <w:rFonts w:eastAsia="Calibri"/>
          <w:lang w:val="en-US"/>
        </w:rPr>
      </w:pPr>
      <w:hyperlink r:id="rId8" w:history="1">
        <w:r w:rsidRPr="00FE0BC6">
          <w:rPr>
            <w:rStyle w:val="Hyperlink"/>
            <w:rFonts w:eastAsia="Calibri"/>
            <w:lang w:val="en-US"/>
          </w:rPr>
          <w:t>https://elamusmaratonid.ee/elamusmaratonid/5-alutaguse-elamusmaraton</w:t>
        </w:r>
      </w:hyperlink>
    </w:p>
    <w:p w14:paraId="771838FE" w14:textId="77777777" w:rsidR="002B592A" w:rsidRPr="002B592A" w:rsidRDefault="002B592A" w:rsidP="00EE2457">
      <w:pPr>
        <w:jc w:val="both"/>
        <w:rPr>
          <w:lang w:val="en-US"/>
        </w:rPr>
      </w:pPr>
    </w:p>
    <w:p w14:paraId="2CD08B1F" w14:textId="1DA46324" w:rsidR="007E5819" w:rsidRPr="005321A5" w:rsidRDefault="007E5819" w:rsidP="00EE2457">
      <w:r w:rsidRPr="005321A5">
        <w:t>Üritus</w:t>
      </w:r>
      <w:r w:rsidR="00B73D95" w:rsidRPr="005321A5">
        <w:t>est osavõtjate ligikaudne arv</w:t>
      </w:r>
      <w:r w:rsidR="00963C84" w:rsidRPr="005321A5">
        <w:t xml:space="preserve">: ca </w:t>
      </w:r>
      <w:r w:rsidR="002B592A">
        <w:t>3</w:t>
      </w:r>
      <w:r w:rsidR="005321A5">
        <w:t>00</w:t>
      </w:r>
    </w:p>
    <w:p w14:paraId="5775DC75" w14:textId="77777777" w:rsidR="007E5819" w:rsidRPr="005321A5" w:rsidRDefault="007E5819" w:rsidP="00EE2457"/>
    <w:p w14:paraId="5F97572F" w14:textId="5426A76E" w:rsidR="007E5819" w:rsidRPr="005321A5" w:rsidRDefault="007E5819" w:rsidP="00EE2457">
      <w:r w:rsidRPr="005321A5">
        <w:t>Paikkonda saabuvate sõidukite hinnanguline arv</w:t>
      </w:r>
      <w:r w:rsidR="00963C84" w:rsidRPr="005321A5">
        <w:t xml:space="preserve">: ca </w:t>
      </w:r>
      <w:r w:rsidR="00963C84" w:rsidRPr="005321A5">
        <w:rPr>
          <w:rFonts w:eastAsia="Calibri"/>
        </w:rPr>
        <w:t>100</w:t>
      </w:r>
    </w:p>
    <w:p w14:paraId="4BF88861" w14:textId="77777777" w:rsidR="007E5819" w:rsidRPr="005321A5" w:rsidRDefault="007E5819" w:rsidP="00EE2457"/>
    <w:p w14:paraId="1894D712" w14:textId="77777777" w:rsidR="007E5819" w:rsidRPr="005321A5" w:rsidRDefault="007E5819" w:rsidP="00EE2457">
      <w:r w:rsidRPr="005321A5">
        <w:t>Ürituse ajakava</w:t>
      </w:r>
    </w:p>
    <w:p w14:paraId="210B7B3F" w14:textId="574C6B65" w:rsidR="007E5819" w:rsidRPr="005321A5" w:rsidRDefault="00B73D95" w:rsidP="00EE2457">
      <w:r w:rsidRPr="005321A5">
        <w:tab/>
        <w:t>Ettevalmistustööd</w:t>
      </w:r>
      <w:r w:rsidR="000C4AD6" w:rsidRPr="005321A5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4-09-20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20.09</w:t>
          </w:r>
          <w:r w:rsidR="005321A5">
            <w:rPr>
              <w:rFonts w:eastAsia="Calibri"/>
            </w:rPr>
            <w:t>.202</w:t>
          </w:r>
          <w:r w:rsidR="002B592A">
            <w:rPr>
              <w:rFonts w:eastAsia="Calibri"/>
            </w:rPr>
            <w:t>4</w:t>
          </w:r>
        </w:sdtContent>
      </w:sdt>
      <w:r w:rsidR="000C4AD6" w:rsidRPr="005321A5">
        <w:rPr>
          <w:rFonts w:eastAsia="Calibri"/>
        </w:rPr>
        <w:t xml:space="preserve"> </w:t>
      </w:r>
      <w:r w:rsidR="00A90C51">
        <w:rPr>
          <w:rFonts w:eastAsia="Calibri"/>
        </w:rPr>
        <w:t>–</w:t>
      </w:r>
      <w:r w:rsidR="000C4AD6" w:rsidRPr="005321A5">
        <w:rPr>
          <w:rFonts w:eastAsia="Calibri"/>
        </w:rPr>
        <w:t xml:space="preserve">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4-09-22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</w:t>
          </w:r>
          <w:r w:rsidR="002B592A">
            <w:rPr>
              <w:rFonts w:eastAsia="Calibri"/>
            </w:rPr>
            <w:t>2</w:t>
          </w:r>
          <w:r w:rsidR="00A90C51">
            <w:rPr>
              <w:rFonts w:eastAsia="Calibri"/>
            </w:rPr>
            <w:t>.09.202</w:t>
          </w:r>
          <w:r w:rsidR="002B592A">
            <w:rPr>
              <w:rFonts w:eastAsia="Calibri"/>
            </w:rPr>
            <w:t>4</w:t>
          </w:r>
        </w:sdtContent>
      </w:sdt>
    </w:p>
    <w:p w14:paraId="5083F215" w14:textId="753429C0" w:rsidR="007E5819" w:rsidRPr="005321A5" w:rsidRDefault="00B73D95" w:rsidP="00EE2457">
      <w:r w:rsidRPr="005321A5">
        <w:tab/>
        <w:t xml:space="preserve">Ürituse algus </w:t>
      </w:r>
      <w:r w:rsidR="007E5819" w:rsidRPr="005321A5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4-09-22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</w:t>
          </w:r>
          <w:r w:rsidR="002B592A">
            <w:rPr>
              <w:rFonts w:eastAsia="Calibri"/>
            </w:rPr>
            <w:t>2</w:t>
          </w:r>
          <w:r w:rsidR="00A90C51">
            <w:rPr>
              <w:rFonts w:eastAsia="Calibri"/>
            </w:rPr>
            <w:t>.09.202</w:t>
          </w:r>
          <w:r w:rsidR="002B592A">
            <w:rPr>
              <w:rFonts w:eastAsia="Calibri"/>
            </w:rPr>
            <w:t>4</w:t>
          </w:r>
        </w:sdtContent>
      </w:sdt>
    </w:p>
    <w:p w14:paraId="70EAF36E" w14:textId="0BD0077C" w:rsidR="007E5819" w:rsidRPr="005321A5" w:rsidRDefault="00B73D95" w:rsidP="00EE2457">
      <w:r w:rsidRPr="005321A5">
        <w:tab/>
        <w:t>Ürituse lõpp</w:t>
      </w:r>
      <w:r w:rsidR="007E5819" w:rsidRPr="005321A5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4-09-22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</w:t>
          </w:r>
          <w:r w:rsidR="002B592A">
            <w:rPr>
              <w:rFonts w:eastAsia="Calibri"/>
            </w:rPr>
            <w:t>2</w:t>
          </w:r>
          <w:r w:rsidR="00A90C51">
            <w:rPr>
              <w:rFonts w:eastAsia="Calibri"/>
            </w:rPr>
            <w:t>.09.202</w:t>
          </w:r>
          <w:r w:rsidR="002B592A">
            <w:rPr>
              <w:rFonts w:eastAsia="Calibri"/>
            </w:rPr>
            <w:t>4</w:t>
          </w:r>
        </w:sdtContent>
      </w:sdt>
    </w:p>
    <w:p w14:paraId="0089C112" w14:textId="2EC2562D" w:rsidR="007E5819" w:rsidRPr="005321A5" w:rsidRDefault="00B73D95" w:rsidP="00EE2457">
      <w:r w:rsidRPr="005321A5">
        <w:tab/>
        <w:t>Lõpetustööd</w:t>
      </w:r>
      <w:r w:rsidR="007E5819" w:rsidRPr="005321A5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4-09-22T00:00:00Z">
            <w:dateFormat w:val="d.MM.yyyy"/>
            <w:lid w:val="et-EE"/>
            <w:storeMappedDataAs w:val="dateTime"/>
            <w:calendar w:val="gregorian"/>
          </w:date>
        </w:sdtPr>
        <w:sdtContent>
          <w:r w:rsidR="00E37644">
            <w:rPr>
              <w:rFonts w:eastAsia="Calibri"/>
            </w:rPr>
            <w:t>2</w:t>
          </w:r>
          <w:r w:rsidR="002B592A">
            <w:rPr>
              <w:rFonts w:eastAsia="Calibri"/>
            </w:rPr>
            <w:t>2</w:t>
          </w:r>
          <w:r w:rsidR="00A90C51">
            <w:rPr>
              <w:rFonts w:eastAsia="Calibri"/>
            </w:rPr>
            <w:t>.09</w:t>
          </w:r>
          <w:r w:rsidR="005321A5">
            <w:rPr>
              <w:rFonts w:eastAsia="Calibri"/>
            </w:rPr>
            <w:t>.202</w:t>
          </w:r>
          <w:r w:rsidR="002B592A">
            <w:rPr>
              <w:rFonts w:eastAsia="Calibri"/>
            </w:rPr>
            <w:t>4</w:t>
          </w:r>
        </w:sdtContent>
      </w:sdt>
    </w:p>
    <w:p w14:paraId="3FC077A0" w14:textId="77777777" w:rsidR="007E5819" w:rsidRPr="005321A5" w:rsidRDefault="007E5819" w:rsidP="00EE2457"/>
    <w:p w14:paraId="55BA15C8" w14:textId="1D256290" w:rsidR="007E5819" w:rsidRPr="005321A5" w:rsidRDefault="007E5819" w:rsidP="00EE2457">
      <w:r w:rsidRPr="005321A5">
        <w:t>Toitlustuse ja kaubanduse korraldus</w:t>
      </w:r>
      <w:r w:rsidR="00963C84" w:rsidRPr="005321A5">
        <w:rPr>
          <w:rFonts w:eastAsia="Calibri"/>
        </w:rPr>
        <w:t>: Finišis pakume lõpetajatele sooja supi ning jahutud jooke</w:t>
      </w:r>
    </w:p>
    <w:p w14:paraId="5EE28B19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="00E76307" w:rsidRPr="005321A5">
        <w:tab/>
      </w:r>
      <w:r w:rsidR="00E76307" w:rsidRPr="005321A5">
        <w:tab/>
      </w:r>
    </w:p>
    <w:p w14:paraId="33FF1812" w14:textId="29D971A8" w:rsidR="007E29B7" w:rsidRPr="005321A5" w:rsidRDefault="007E5819" w:rsidP="00EE2457">
      <w:r w:rsidRPr="005321A5"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963C84" w:rsidRPr="005321A5">
            <w:t>ei ole</w:t>
          </w:r>
        </w:sdtContent>
      </w:sdt>
    </w:p>
    <w:p w14:paraId="5C4B4A25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  <w:t xml:space="preserve">      </w:t>
      </w:r>
      <w:r w:rsidR="00FA1E39" w:rsidRPr="005321A5">
        <w:t xml:space="preserve">  </w:t>
      </w:r>
    </w:p>
    <w:p w14:paraId="4F6864F4" w14:textId="77777777" w:rsidR="007E5819" w:rsidRPr="005321A5" w:rsidRDefault="007E5819" w:rsidP="00EE2457"/>
    <w:p w14:paraId="1F04F998" w14:textId="77777777" w:rsidR="004702A6" w:rsidRPr="005321A5" w:rsidRDefault="006E302A" w:rsidP="00EE2457">
      <w:r w:rsidRPr="005321A5">
        <w:t>Ürituse käigus toimuvad t</w:t>
      </w:r>
      <w:r w:rsidR="007E29B7" w:rsidRPr="005321A5">
        <w:t>egevused üritusalal ja väljaspool üritusala</w:t>
      </w:r>
      <w:r w:rsidR="00963C84" w:rsidRPr="005321A5">
        <w:t xml:space="preserve">: </w:t>
      </w:r>
    </w:p>
    <w:p w14:paraId="0DC898F4" w14:textId="77777777" w:rsidR="004702A6" w:rsidRPr="005321A5" w:rsidRDefault="004702A6" w:rsidP="00EE2457"/>
    <w:p w14:paraId="2A1E355A" w14:textId="1B099073" w:rsidR="00963C84" w:rsidRPr="005321A5" w:rsidRDefault="00963C84" w:rsidP="00EE2457">
      <w:r w:rsidRPr="005321A5">
        <w:t>Üritus toimub vastavalt lisatu</w:t>
      </w:r>
      <w:r w:rsidR="00E37644">
        <w:t>d rajakaardile, mis asub manuses</w:t>
      </w:r>
      <w:r w:rsidR="004702A6" w:rsidRPr="005321A5">
        <w:t xml:space="preserve"> ning rajad kulgevad kõik olemasolevatel teedel, radadel, matkarad</w:t>
      </w:r>
      <w:r w:rsidR="00EE2457">
        <w:t>ad</w:t>
      </w:r>
      <w:r w:rsidR="004702A6" w:rsidRPr="005321A5">
        <w:t>el ning muudeks liikumiseks sobilikel radadel. Liikumiseks ei kasutata pehmet metsaalust vms, kus ei ole olemasolevaid radu.</w:t>
      </w:r>
    </w:p>
    <w:p w14:paraId="4DD1C6E0" w14:textId="77777777" w:rsidR="004702A6" w:rsidRPr="005321A5" w:rsidRDefault="004702A6" w:rsidP="00EE2457"/>
    <w:p w14:paraId="1283EB72" w14:textId="7A2FAF56" w:rsidR="004702A6" w:rsidRPr="005321A5" w:rsidRDefault="004702A6" w:rsidP="00EE2457">
      <w:r w:rsidRPr="005321A5">
        <w:t>Kõikidest rajal olevatest teeninduspunktidest koristatakse kogu tekkinud prügi kohe ürituse lõppedes. Üritusel ei kasutata ühekordseid nõusid – kõikidel osalejatel on endaga kaasas joogitopsid või -pudelid.</w:t>
      </w:r>
    </w:p>
    <w:p w14:paraId="48E8A720" w14:textId="77777777" w:rsidR="00963C84" w:rsidRPr="005321A5" w:rsidRDefault="00963C84" w:rsidP="00EE2457"/>
    <w:p w14:paraId="154AF061" w14:textId="21D05E4F" w:rsidR="007E5819" w:rsidRPr="005321A5" w:rsidRDefault="007E5819" w:rsidP="00EE2457">
      <w:r w:rsidRPr="005321A5">
        <w:t xml:space="preserve">Ürituse korraldamise eest vastutav (ad)  isik (ud) </w:t>
      </w:r>
      <w:r w:rsidR="00963C84" w:rsidRPr="005321A5">
        <w:t>Kunnar Karu</w:t>
      </w:r>
    </w:p>
    <w:p w14:paraId="76F47E78" w14:textId="77777777" w:rsidR="007E5819" w:rsidRPr="005321A5" w:rsidRDefault="007E5819" w:rsidP="00EE2457"/>
    <w:p w14:paraId="1CA4BB81" w14:textId="7A24C578" w:rsidR="007E5819" w:rsidRPr="005321A5" w:rsidRDefault="007E5819" w:rsidP="00EE2457">
      <w:r w:rsidRPr="005321A5">
        <w:t>Vastuava (te) isiku (te) ülesanded ja vastutus</w:t>
      </w:r>
      <w:r w:rsidR="00C441FF" w:rsidRPr="005321A5">
        <w:t xml:space="preserve"> </w:t>
      </w:r>
      <w:r w:rsidR="00963C84" w:rsidRPr="005321A5">
        <w:t>Ürituse peakorraldaja</w:t>
      </w:r>
    </w:p>
    <w:p w14:paraId="76BA0BB7" w14:textId="77777777" w:rsidR="007E5819" w:rsidRPr="005321A5" w:rsidRDefault="007E5819" w:rsidP="00EE2457"/>
    <w:p w14:paraId="5A607319" w14:textId="4EA495E7" w:rsidR="007E5819" w:rsidRPr="005321A5" w:rsidRDefault="007E5819" w:rsidP="00EE2457">
      <w:r w:rsidRPr="005321A5">
        <w:t xml:space="preserve">Vastuava (te) isiku (te) </w:t>
      </w:r>
      <w:r w:rsidR="00E76307" w:rsidRPr="005321A5">
        <w:t xml:space="preserve">kontaktandmed </w:t>
      </w:r>
      <w:r w:rsidR="002022BD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5277540</w:t>
      </w:r>
      <w:r w:rsidR="002022BD" w:rsidRPr="005321A5">
        <w:rPr>
          <w:spacing w:val="-3"/>
        </w:rPr>
        <w:t xml:space="preserve"> E-post </w:t>
      </w:r>
      <w:hyperlink r:id="rId9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</w:t>
      </w:r>
    </w:p>
    <w:p w14:paraId="412C7D98" w14:textId="77777777" w:rsidR="00E76307" w:rsidRPr="005321A5" w:rsidRDefault="00E76307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62DAFF31" w14:textId="77777777" w:rsidR="007E5819" w:rsidRPr="005321A5" w:rsidRDefault="007E5819" w:rsidP="00EE2457"/>
    <w:p w14:paraId="067CE5E1" w14:textId="77777777" w:rsidR="007E5819" w:rsidRPr="005321A5" w:rsidRDefault="007E5819" w:rsidP="00EE2457">
      <w:r w:rsidRPr="005321A5">
        <w:t xml:space="preserve">Lisa 1. Kaitsealadel kavandatava ürituse korral kaitseala valitseja kirjalik nõusolek </w:t>
      </w:r>
    </w:p>
    <w:p w14:paraId="008B8B82" w14:textId="77777777" w:rsidR="007E5819" w:rsidRPr="005321A5" w:rsidRDefault="007E5819" w:rsidP="00EE2457">
      <w:r w:rsidRPr="005321A5">
        <w:lastRenderedPageBreak/>
        <w:t>Lisa 2. Avaliku lõkke tegemise korral kirjalik kooskõlastus Päästeametilt</w:t>
      </w:r>
    </w:p>
    <w:p w14:paraId="0473B87F" w14:textId="77777777" w:rsidR="007E5819" w:rsidRPr="005321A5" w:rsidRDefault="007E5819" w:rsidP="00EE2457">
      <w:r w:rsidRPr="005321A5">
        <w:t xml:space="preserve">Lisa 3. </w:t>
      </w:r>
      <w:r w:rsidR="0082063E" w:rsidRPr="005321A5">
        <w:t xml:space="preserve">KOV kooskõlastus, kui tegemist on avaliku üritusega </w:t>
      </w:r>
      <w:r w:rsidR="00D774B1" w:rsidRPr="005321A5">
        <w:t xml:space="preserve">ja KOV vastav eeskiri </w:t>
      </w:r>
      <w:r w:rsidR="00FE5E8A" w:rsidRPr="005321A5">
        <w:t xml:space="preserve">kooskõlastust </w:t>
      </w:r>
      <w:r w:rsidR="00D774B1" w:rsidRPr="005321A5">
        <w:t>eeldab</w:t>
      </w:r>
    </w:p>
    <w:p w14:paraId="66799170" w14:textId="77777777" w:rsidR="007E5819" w:rsidRPr="005321A5" w:rsidRDefault="007E5819" w:rsidP="00EE2457"/>
    <w:p w14:paraId="60CD6EF4" w14:textId="77777777" w:rsidR="005561A5" w:rsidRPr="005321A5" w:rsidRDefault="005561A5" w:rsidP="00EE2457"/>
    <w:p w14:paraId="44266B7F" w14:textId="77777777" w:rsidR="00B73D95" w:rsidRPr="005321A5" w:rsidRDefault="007E5819" w:rsidP="00EE2457">
      <w:r w:rsidRPr="005321A5">
        <w:tab/>
      </w:r>
      <w:r w:rsidRPr="005321A5">
        <w:tab/>
      </w:r>
      <w:r w:rsidRPr="005321A5">
        <w:tab/>
      </w:r>
    </w:p>
    <w:p w14:paraId="10F6AD59" w14:textId="77777777" w:rsidR="007E5819" w:rsidRPr="005321A5" w:rsidRDefault="00B73D95" w:rsidP="00EE2457">
      <w:pPr>
        <w:rPr>
          <w:b/>
        </w:rPr>
      </w:pPr>
      <w:r w:rsidRPr="005321A5">
        <w:tab/>
      </w:r>
      <w:r w:rsidRPr="005321A5">
        <w:rPr>
          <w:b/>
        </w:rPr>
        <w:t>Taotleja andmed</w:t>
      </w:r>
      <w:r w:rsidR="007E5819" w:rsidRPr="005321A5">
        <w:tab/>
      </w:r>
      <w:r w:rsidR="007E5819" w:rsidRPr="005321A5">
        <w:tab/>
      </w:r>
    </w:p>
    <w:p w14:paraId="3B7BEDF1" w14:textId="77777777" w:rsidR="00963C84" w:rsidRPr="005321A5" w:rsidRDefault="00963C84" w:rsidP="00EE2457"/>
    <w:p w14:paraId="44AAC3BF" w14:textId="7272DC57" w:rsidR="00963C84" w:rsidRPr="005321A5" w:rsidRDefault="00B73D95" w:rsidP="00EE2457">
      <w:pPr>
        <w:rPr>
          <w:rFonts w:eastAsia="Calibri"/>
        </w:rPr>
      </w:pPr>
      <w:r w:rsidRPr="005321A5">
        <w:tab/>
      </w:r>
      <w:r w:rsidR="00963C84" w:rsidRPr="005321A5">
        <w:rPr>
          <w:rFonts w:eastAsia="Calibri"/>
        </w:rPr>
        <w:t>MTÜ Elamusmaratonid</w:t>
      </w:r>
    </w:p>
    <w:p w14:paraId="6264EA60" w14:textId="25F487A9" w:rsidR="004B327F" w:rsidRPr="005321A5" w:rsidRDefault="00B73D95" w:rsidP="00EE2457">
      <w:r w:rsidRPr="005321A5">
        <w:rPr>
          <w:rFonts w:eastAsia="Calibri"/>
        </w:rPr>
        <w:tab/>
      </w:r>
      <w:r w:rsidR="00963C84" w:rsidRPr="005321A5">
        <w:rPr>
          <w:rFonts w:eastAsia="Calibri"/>
        </w:rPr>
        <w:t>Hurda 13, Tartu 51005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52 77 540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>E-post</w:t>
      </w:r>
      <w:r w:rsidR="00963C84" w:rsidRPr="005321A5">
        <w:t xml:space="preserve"> </w:t>
      </w:r>
      <w:hyperlink r:id="rId10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/ </w:t>
      </w:r>
      <w:hyperlink r:id="rId11" w:history="1">
        <w:r w:rsidR="00963C84" w:rsidRPr="005321A5">
          <w:rPr>
            <w:rStyle w:val="Hyperlink"/>
          </w:rPr>
          <w:t>info@elamusmaratonid.ee</w:t>
        </w:r>
      </w:hyperlink>
    </w:p>
    <w:p w14:paraId="548043CF" w14:textId="77777777" w:rsidR="004B327F" w:rsidRPr="005321A5" w:rsidRDefault="004B327F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57B63B5B" w14:textId="4024B061" w:rsidR="004B327F" w:rsidRPr="005321A5" w:rsidRDefault="00B73D95" w:rsidP="00EE2457">
      <w:r w:rsidRPr="005321A5"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963C84" w:rsidRPr="005321A5">
            <w:t>(allkirjastatud digitaalselt)</w:t>
          </w:r>
        </w:sdtContent>
      </w:sdt>
    </w:p>
    <w:p w14:paraId="05100620" w14:textId="77777777" w:rsidR="004B327F" w:rsidRPr="005321A5" w:rsidRDefault="004B327F" w:rsidP="00EE2457"/>
    <w:p w14:paraId="52C7BAF6" w14:textId="298A309B" w:rsidR="004B327F" w:rsidRPr="005321A5" w:rsidRDefault="00963C84" w:rsidP="00EE2457">
      <w:pPr>
        <w:ind w:firstLine="708"/>
      </w:pPr>
      <w:r w:rsidRPr="005321A5">
        <w:t>Kunnar Karu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:rsidRPr="005321A5" w14:paraId="18B02E10" w14:textId="77777777" w:rsidTr="00327A3E">
        <w:tc>
          <w:tcPr>
            <w:tcW w:w="4758" w:type="dxa"/>
          </w:tcPr>
          <w:p w14:paraId="535C5831" w14:textId="77777777" w:rsidR="004B327F" w:rsidRPr="005321A5" w:rsidRDefault="004B327F" w:rsidP="00EE2457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5321A5" w:rsidRDefault="00776778" w:rsidP="00EE2457"/>
    <w:sectPr w:rsidR="00776778" w:rsidRPr="005321A5" w:rsidSect="00F62400">
      <w:headerReference w:type="default" r:id="rId12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2E24F" w14:textId="77777777" w:rsidR="00016CA2" w:rsidRDefault="00016CA2" w:rsidP="00C01EC7">
      <w:r>
        <w:separator/>
      </w:r>
    </w:p>
  </w:endnote>
  <w:endnote w:type="continuationSeparator" w:id="0">
    <w:p w14:paraId="3FB2FEC6" w14:textId="77777777" w:rsidR="00016CA2" w:rsidRDefault="00016CA2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EDC2C" w14:textId="77777777" w:rsidR="00016CA2" w:rsidRDefault="00016CA2" w:rsidP="00C01EC7">
      <w:r>
        <w:separator/>
      </w:r>
    </w:p>
  </w:footnote>
  <w:footnote w:type="continuationSeparator" w:id="0">
    <w:p w14:paraId="07F99499" w14:textId="77777777" w:rsidR="00016CA2" w:rsidRDefault="00016CA2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F437F"/>
    <w:multiLevelType w:val="hybridMultilevel"/>
    <w:tmpl w:val="52340B84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38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16CA2"/>
    <w:rsid w:val="000C4AD6"/>
    <w:rsid w:val="000F49E9"/>
    <w:rsid w:val="00123645"/>
    <w:rsid w:val="001A271B"/>
    <w:rsid w:val="002022BD"/>
    <w:rsid w:val="002B592A"/>
    <w:rsid w:val="002E6234"/>
    <w:rsid w:val="00462797"/>
    <w:rsid w:val="004702A6"/>
    <w:rsid w:val="004B327F"/>
    <w:rsid w:val="004C019F"/>
    <w:rsid w:val="004E7766"/>
    <w:rsid w:val="005321A5"/>
    <w:rsid w:val="005561A5"/>
    <w:rsid w:val="005F2F7A"/>
    <w:rsid w:val="0065080C"/>
    <w:rsid w:val="00683B16"/>
    <w:rsid w:val="006E302A"/>
    <w:rsid w:val="0073506A"/>
    <w:rsid w:val="00776778"/>
    <w:rsid w:val="007C29C7"/>
    <w:rsid w:val="007E29B7"/>
    <w:rsid w:val="007E5819"/>
    <w:rsid w:val="0082063E"/>
    <w:rsid w:val="008457B5"/>
    <w:rsid w:val="008C2E29"/>
    <w:rsid w:val="00935D49"/>
    <w:rsid w:val="00951FF8"/>
    <w:rsid w:val="00963C84"/>
    <w:rsid w:val="00992656"/>
    <w:rsid w:val="009B341A"/>
    <w:rsid w:val="009F64BB"/>
    <w:rsid w:val="00A84549"/>
    <w:rsid w:val="00A90C51"/>
    <w:rsid w:val="00A924CA"/>
    <w:rsid w:val="00B73D95"/>
    <w:rsid w:val="00B91689"/>
    <w:rsid w:val="00BA65A1"/>
    <w:rsid w:val="00C01EC7"/>
    <w:rsid w:val="00C441FF"/>
    <w:rsid w:val="00D54C89"/>
    <w:rsid w:val="00D774B1"/>
    <w:rsid w:val="00DB7666"/>
    <w:rsid w:val="00E37644"/>
    <w:rsid w:val="00E76211"/>
    <w:rsid w:val="00E76307"/>
    <w:rsid w:val="00EE2457"/>
    <w:rsid w:val="00EF5D9A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327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uiPriority w:val="99"/>
    <w:rsid w:val="004B3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32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3C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C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musmaratonid.ee/elamusmaratonid/5-alutaguse-elamusmarat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elamusmaratonid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unnar@elamusmaratoni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nar@elamusmaratonid.ee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9E57350331F470995659A04DF1B15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6132C7-C94D-4AE9-BECD-0E070EF9B638}"/>
      </w:docPartPr>
      <w:docPartBody>
        <w:p w:rsidR="00211954" w:rsidRDefault="00DA1ADB">
          <w:pPr>
            <w:pStyle w:val="89E57350331F470995659A04DF1B155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031499"/>
    <w:rsid w:val="00130A2B"/>
    <w:rsid w:val="00211954"/>
    <w:rsid w:val="002D2B79"/>
    <w:rsid w:val="004E7766"/>
    <w:rsid w:val="00555412"/>
    <w:rsid w:val="009575FA"/>
    <w:rsid w:val="00B31D38"/>
    <w:rsid w:val="00B93497"/>
    <w:rsid w:val="00D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objektil.dotx</Template>
  <TotalTime>4</TotalTime>
  <Pages>2</Pages>
  <Words>269</Words>
  <Characters>2058</Characters>
  <Application>Microsoft Office Word</Application>
  <DocSecurity>0</DocSecurity>
  <Lines>79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Kunnar Karu</cp:lastModifiedBy>
  <cp:revision>4</cp:revision>
  <dcterms:created xsi:type="dcterms:W3CDTF">2023-08-31T14:07:00Z</dcterms:created>
  <dcterms:modified xsi:type="dcterms:W3CDTF">2024-09-03T04:29:00Z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db23a698a7540bffe56a67cd611ed59072dea17a22ccdebbf829c1585f495b35</vt:lpwstr>
  </property>
</Properties>
</file>